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7A40FB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F13633" w:rsidRDefault="00F13633" w:rsidP="00374A16">
      <w:pPr>
        <w:spacing w:after="120" w:line="240" w:lineRule="auto"/>
        <w:ind w:left="4536"/>
        <w:rPr>
          <w:rFonts w:cs="Arial"/>
        </w:rPr>
      </w:pPr>
    </w:p>
    <w:p w:rsidR="00F13633" w:rsidRDefault="00F13633" w:rsidP="00374A16">
      <w:pPr>
        <w:spacing w:after="120" w:line="240" w:lineRule="auto"/>
        <w:ind w:left="4536"/>
        <w:rPr>
          <w:rFonts w:cs="Arial"/>
        </w:rPr>
      </w:pPr>
    </w:p>
    <w:sectPr w:rsidR="00F13633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F13633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F13633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61366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366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049D" w:rsidRDefault="009155C5" w:rsidP="0048049D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401D6E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ulti-accueil </w:t>
                          </w:r>
                          <w:r w:rsidR="0048049D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Etoile</w:t>
                          </w:r>
                        </w:p>
                        <w:p w:rsidR="00256C33" w:rsidRDefault="0048049D" w:rsidP="0048049D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24 bis rue Albert Maignan</w:t>
                          </w:r>
                        </w:p>
                        <w:p w:rsidR="00256C33" w:rsidRDefault="00401D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72000 LE MANS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48049D" w:rsidRPr="00BA5943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ma-etoile-</w:t>
                            </w:r>
                            <w:r w:rsidR="0048049D" w:rsidRPr="00BA5943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48049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22 99 38</w:t>
                          </w:r>
                        </w:p>
                        <w:p w:rsidR="007A40FB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A1939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48049D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00957</w:t>
                          </w:r>
                        </w:p>
                        <w:p w:rsidR="00256C33" w:rsidRPr="007A40FB" w:rsidRDefault="007A40FB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Le multi-accueil l’Etoile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05.8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" stroked="f">
              <v:textbox>
                <w:txbxContent>
                  <w:p w:rsidR="0048049D" w:rsidRDefault="009155C5" w:rsidP="0048049D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401D6E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ulti-accueil </w:t>
                    </w:r>
                    <w:r w:rsidR="0048049D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Etoile</w:t>
                    </w:r>
                  </w:p>
                  <w:p w:rsidR="00256C33" w:rsidRDefault="0048049D" w:rsidP="0048049D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24 bis rue Albert Maignan</w:t>
                    </w:r>
                  </w:p>
                  <w:p w:rsidR="00256C33" w:rsidRDefault="00401D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72000 LE MANS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48049D" w:rsidRPr="00BA5943">
                        <w:rPr>
                          <w:rStyle w:val="Lienhypertexte"/>
                          <w:sz w:val="16"/>
                          <w:szCs w:val="16"/>
                        </w:rPr>
                        <w:t>ma-etoile-</w:t>
                      </w:r>
                      <w:r w:rsidR="0048049D" w:rsidRPr="00BA5943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48049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22 99 38</w:t>
                    </w:r>
                  </w:p>
                  <w:p w:rsidR="007A40FB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A1939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48049D">
                      <w:rPr>
                        <w:color w:val="878786"/>
                        <w:sz w:val="12"/>
                        <w:szCs w:val="12"/>
                      </w:rPr>
                      <w:t xml:space="preserve"> 00957</w:t>
                    </w:r>
                  </w:p>
                  <w:p w:rsidR="00256C33" w:rsidRPr="007A40FB" w:rsidRDefault="007A40FB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color w:val="878786"/>
                        <w:sz w:val="12"/>
                        <w:szCs w:val="12"/>
                      </w:rPr>
                      <w:t xml:space="preserve">Le multi-accueil l’Etoile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A1939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A1939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769"/>
    <w:rsid w:val="0014088C"/>
    <w:rsid w:val="00142515"/>
    <w:rsid w:val="00153624"/>
    <w:rsid w:val="00156049"/>
    <w:rsid w:val="001A193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E04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01D6E"/>
    <w:rsid w:val="0041432D"/>
    <w:rsid w:val="0043337D"/>
    <w:rsid w:val="0047644D"/>
    <w:rsid w:val="0048049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40FB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05294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13633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AE02371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etoile-pdl@vyv3.fr" TargetMode="External"/><Relationship Id="rId1" Type="http://schemas.openxmlformats.org/officeDocument/2006/relationships/hyperlink" Target="mailto:ma-etoil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14d88cad-2694-4fc8-ba0f-2537f7b00320"/>
    <ds:schemaRef ds:uri="http://schemas.openxmlformats.org/package/2006/metadata/core-properties"/>
    <ds:schemaRef ds:uri="http://purl.org/dc/terms/"/>
    <ds:schemaRef ds:uri="b7fc1b99-8ebe-4374-9cc1-f5204f90310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16DCB9-B16C-43C8-BE79-3A4FF0C9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2023-12-19T12:57:00Z</dcterms:created>
  <dcterms:modified xsi:type="dcterms:W3CDTF">2024-01-03T14:48:00Z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